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77777777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64BCA">
        <w:rPr>
          <w:rFonts w:ascii="Corbel" w:hAnsi="Corbel"/>
          <w:smallCaps/>
          <w:sz w:val="24"/>
          <w:szCs w:val="24"/>
        </w:rPr>
        <w:t>2020-2023</w:t>
      </w:r>
    </w:p>
    <w:p w14:paraId="47134BDD" w14:textId="1888CC15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2022/</w:t>
      </w:r>
      <w:r w:rsidR="0039426D">
        <w:rPr>
          <w:rFonts w:ascii="Corbel" w:hAnsi="Corbel"/>
          <w:sz w:val="20"/>
          <w:szCs w:val="20"/>
        </w:rPr>
        <w:t>202</w:t>
      </w:r>
      <w:r w:rsidR="00764BCA">
        <w:rPr>
          <w:rFonts w:ascii="Corbel" w:hAnsi="Corbel"/>
          <w:sz w:val="20"/>
          <w:szCs w:val="20"/>
        </w:rPr>
        <w:t>3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77777777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E/I/EP/C-1.5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6987EC97" w:rsidR="0085747A" w:rsidRPr="00BB2269" w:rsidRDefault="00BB22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B226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1EE1AFC5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08B2A63F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, zna formuły handlowe </w:t>
            </w:r>
            <w:proofErr w:type="spellStart"/>
            <w:r w:rsidR="00246204"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24E2AB93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A83289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realizacji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AE0E0C5" w:rsidR="00F353AC" w:rsidRPr="00764BCA" w:rsidRDefault="00A83289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165F928C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101BA496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0F85B8C1" w14:textId="4F6E5800" w:rsidR="00A83289" w:rsidRDefault="00A8328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289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023A8B0">
              <w:rPr>
                <w:rFonts w:ascii="Corbel" w:hAnsi="Corbel"/>
                <w:b w:val="0"/>
              </w:rPr>
              <w:t>dst</w:t>
            </w:r>
            <w:proofErr w:type="spellEnd"/>
            <w:r w:rsidRPr="6023A8B0">
              <w:rPr>
                <w:rFonts w:ascii="Corbel" w:hAnsi="Corbel"/>
                <w:b w:val="0"/>
              </w:rPr>
              <w:t xml:space="preserve">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dst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db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db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5EDA6871" w:rsidR="0085747A" w:rsidRPr="009C54AE" w:rsidRDefault="00BB2269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75A98CBB" w:rsidR="00C61DC5" w:rsidRPr="009C54AE" w:rsidRDefault="00BB2269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Puchalska K. Analysis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key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success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factors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companies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with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foreign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selected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markets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Journal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K.  Korporacje transnarodowe i ich znaczenie we współczesnej gospodarce światowej. Handel inwestycje w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semiglobalnym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otoczeniu, red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J.Rymarczyk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M.Domiter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2F020" w14:textId="77777777" w:rsidR="00A90B2C" w:rsidRDefault="00A90B2C" w:rsidP="00C16ABF">
      <w:pPr>
        <w:spacing w:after="0" w:line="240" w:lineRule="auto"/>
      </w:pPr>
      <w:r>
        <w:separator/>
      </w:r>
    </w:p>
  </w:endnote>
  <w:endnote w:type="continuationSeparator" w:id="0">
    <w:p w14:paraId="248FD842" w14:textId="77777777" w:rsidR="00A90B2C" w:rsidRDefault="00A90B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25E63" w14:textId="77777777" w:rsidR="00A90B2C" w:rsidRDefault="00A90B2C" w:rsidP="00C16ABF">
      <w:pPr>
        <w:spacing w:after="0" w:line="240" w:lineRule="auto"/>
      </w:pPr>
      <w:r>
        <w:separator/>
      </w:r>
    </w:p>
  </w:footnote>
  <w:footnote w:type="continuationSeparator" w:id="0">
    <w:p w14:paraId="1AF06CBA" w14:textId="77777777" w:rsidR="00A90B2C" w:rsidRDefault="00A90B2C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E3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D27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3289"/>
    <w:rsid w:val="00A84C85"/>
    <w:rsid w:val="00A90B2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269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5C8E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782905-D319-41C3-A935-A83A195CCC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9E5BE-0710-4F01-B0C2-8D4BC391D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1070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2020-12-16T10:01:00Z</dcterms:created>
  <dcterms:modified xsi:type="dcterms:W3CDTF">2020-12-16T10:01:00Z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